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4FF344" w14:textId="77777777" w:rsidR="00ED5E4E" w:rsidRDefault="00ED5E4E" w:rsidP="00A9478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SKUODO RAJONO SAVIVALDYBĖS TARYBA</w:t>
      </w:r>
    </w:p>
    <w:p w14:paraId="12A72F19" w14:textId="77777777" w:rsidR="00D21367" w:rsidRDefault="00D21367" w:rsidP="00082D4E">
      <w:pPr>
        <w:rPr>
          <w:b/>
        </w:rPr>
      </w:pPr>
    </w:p>
    <w:p w14:paraId="03B11FA0" w14:textId="7E9B66F1" w:rsidR="00D21367" w:rsidRDefault="003F481B" w:rsidP="00D21367">
      <w:pPr>
        <w:jc w:val="center"/>
        <w:rPr>
          <w:b/>
        </w:rPr>
      </w:pPr>
      <w:r>
        <w:rPr>
          <w:b/>
        </w:rPr>
        <w:t>SPRENDIMAS</w:t>
      </w:r>
    </w:p>
    <w:p w14:paraId="36AE37E0" w14:textId="0B9C5D89" w:rsidR="00D21367" w:rsidRPr="000D14BD" w:rsidRDefault="00D21367" w:rsidP="00D21367">
      <w:pPr>
        <w:jc w:val="center"/>
        <w:rPr>
          <w:b/>
        </w:rPr>
      </w:pPr>
      <w:r w:rsidRPr="00D21367">
        <w:rPr>
          <w:b/>
        </w:rPr>
        <w:t xml:space="preserve">DĖL </w:t>
      </w:r>
      <w:r w:rsidR="00A215E9">
        <w:rPr>
          <w:b/>
        </w:rPr>
        <w:t>SIMOS JABLONSKIENĖS PERKĖLIMO Į SKUODO RAJONO SAVIVALDYBĖS KONTROLĖS IR AUDITO TARNYBOS SAVIVALDYBĖS KONTROLIERIAUS PAREIGAS LAIMĖJUS KONKURSĄ</w:t>
      </w:r>
    </w:p>
    <w:p w14:paraId="1EA881F4" w14:textId="77777777" w:rsidR="00ED5E4E" w:rsidRDefault="00ED5E4E" w:rsidP="00A94787">
      <w:pPr>
        <w:jc w:val="center"/>
        <w:rPr>
          <w:b/>
          <w:bCs/>
          <w:color w:val="000000"/>
        </w:rPr>
      </w:pPr>
    </w:p>
    <w:p w14:paraId="418E2EE7" w14:textId="3B04D945" w:rsidR="00ED5E4E" w:rsidRDefault="00ED5E4E" w:rsidP="001B3758">
      <w:pPr>
        <w:jc w:val="center"/>
        <w:rPr>
          <w:color w:val="000000"/>
        </w:rPr>
      </w:pPr>
      <w:r>
        <w:t>202</w:t>
      </w:r>
      <w:r w:rsidR="00B62FC1">
        <w:t>5</w:t>
      </w:r>
      <w:r>
        <w:t xml:space="preserve"> m.</w:t>
      </w:r>
      <w:r w:rsidR="008712C9">
        <w:t xml:space="preserve"> vasario 17 </w:t>
      </w:r>
      <w:r>
        <w:t xml:space="preserve">d. </w:t>
      </w:r>
      <w:r>
        <w:rPr>
          <w:color w:val="000000"/>
        </w:rPr>
        <w:t>Nr. T</w:t>
      </w:r>
      <w:r w:rsidR="003C6F59">
        <w:rPr>
          <w:color w:val="000000"/>
        </w:rPr>
        <w:t>10</w:t>
      </w:r>
      <w:r>
        <w:rPr>
          <w:color w:val="000000"/>
        </w:rPr>
        <w:t>-</w:t>
      </w:r>
      <w:r w:rsidR="008712C9">
        <w:rPr>
          <w:color w:val="000000"/>
        </w:rPr>
        <w:t>27</w:t>
      </w:r>
    </w:p>
    <w:p w14:paraId="4ADDCF4F" w14:textId="658ABCF6" w:rsidR="00D52EBA" w:rsidRDefault="00082D4E" w:rsidP="00082D4E">
      <w:pPr>
        <w:jc w:val="center"/>
      </w:pPr>
      <w:r>
        <w:rPr>
          <w:color w:val="000000"/>
        </w:rPr>
        <w:t>Skuodas</w:t>
      </w:r>
    </w:p>
    <w:p w14:paraId="3A66F67F" w14:textId="77777777" w:rsidR="00D52EBA" w:rsidRDefault="00D52EBA" w:rsidP="00D52EBA">
      <w:pPr>
        <w:jc w:val="both"/>
      </w:pPr>
    </w:p>
    <w:p w14:paraId="36117DA5" w14:textId="77777777" w:rsidR="00AD520F" w:rsidRDefault="00AD520F" w:rsidP="00D52EBA">
      <w:pPr>
        <w:jc w:val="both"/>
      </w:pPr>
    </w:p>
    <w:p w14:paraId="0F64B322" w14:textId="05460075" w:rsidR="009A2F51" w:rsidRDefault="00AD520F" w:rsidP="009A2F51">
      <w:pPr>
        <w:ind w:firstLine="1298"/>
        <w:jc w:val="both"/>
        <w:rPr>
          <w:rFonts w:eastAsia="Andale Sans UI"/>
          <w:kern w:val="1"/>
          <w:lang w:eastAsia="ar-SA"/>
        </w:rPr>
      </w:pPr>
      <w:r w:rsidRPr="002A34FF">
        <w:t>Vadovaudamasi Lietuvos Respublikos vietos savivaldos įstatymo 15 straipsnio 2 dalies 7 punktu, 67 straipsnio 6 ir 8 dalimis, Lietuvos Respublikos valstybės tarnybos įstatymo 10 straipsnio 2 dalies 6 punktu,</w:t>
      </w:r>
      <w:r w:rsidRPr="002A34FF">
        <w:rPr>
          <w:rFonts w:eastAsia="Andale Sans UI"/>
          <w:kern w:val="1"/>
          <w:lang w:eastAsia="ar-SA"/>
        </w:rPr>
        <w:t xml:space="preserve"> 13 straipsnio 1 dalimi, 14 straipsnio 11 dalimi, 20 straipsniu, Lietuvos Respublikos Vyriausybės 2023 m. gruodžio 20 d. nutarimu Nr. 999 „Dėl Valstybės tarnautojų perkėlimo į kitas valstybės tarnautojo pareigas laimėjus konkursą bei tarnybinio kaitumo būdu ir pasitelkimo padėti kitai valstybės ar </w:t>
      </w:r>
      <w:r w:rsidRPr="003D70CC">
        <w:rPr>
          <w:rFonts w:eastAsia="Andale Sans UI"/>
          <w:kern w:val="1"/>
          <w:lang w:eastAsia="ar-SA"/>
        </w:rPr>
        <w:t>savivaldybės institucijai ar įstaigai arba kitai organizacijai įgyvendinti funkcijas tvarkos aprašo patvirtinimo“</w:t>
      </w:r>
      <w:r>
        <w:rPr>
          <w:rFonts w:eastAsia="Andale Sans UI"/>
          <w:kern w:val="1"/>
          <w:lang w:eastAsia="ar-SA"/>
        </w:rPr>
        <w:t xml:space="preserve"> patvirtinto </w:t>
      </w:r>
      <w:r w:rsidRPr="002A34FF">
        <w:rPr>
          <w:rFonts w:eastAsia="Andale Sans UI"/>
          <w:kern w:val="1"/>
          <w:lang w:eastAsia="ar-SA"/>
        </w:rPr>
        <w:t xml:space="preserve">Valstybės tarnautojų perkėlimo į kitas valstybės tarnautojo pareigas laimėjus konkursą bei tarnybinio kaitumo būdu ir pasitelkimo padėti kitai valstybės ar savivaldybės institucijai ar įstaigai arba kitai organizacijai įgyvendinti funkcijas tvarkos aprašo </w:t>
      </w:r>
      <w:r w:rsidRPr="003D70CC">
        <w:rPr>
          <w:rFonts w:eastAsia="Andale Sans UI"/>
          <w:kern w:val="1"/>
          <w:lang w:eastAsia="ar-SA"/>
        </w:rPr>
        <w:t>3</w:t>
      </w:r>
      <w:r>
        <w:rPr>
          <w:rFonts w:eastAsia="Andale Sans UI"/>
          <w:kern w:val="1"/>
          <w:lang w:eastAsia="ar-SA"/>
        </w:rPr>
        <w:t> </w:t>
      </w:r>
      <w:r w:rsidRPr="003D70CC">
        <w:rPr>
          <w:rFonts w:eastAsia="Andale Sans UI"/>
          <w:kern w:val="1"/>
          <w:lang w:eastAsia="ar-SA"/>
        </w:rPr>
        <w:t>punkt</w:t>
      </w:r>
      <w:r>
        <w:rPr>
          <w:rFonts w:eastAsia="Andale Sans UI"/>
          <w:kern w:val="1"/>
          <w:lang w:eastAsia="ar-SA"/>
        </w:rPr>
        <w:t xml:space="preserve">u ir atsižvelgdama </w:t>
      </w:r>
      <w:r w:rsidR="00B242BF">
        <w:rPr>
          <w:rFonts w:eastAsia="Andale Sans UI"/>
          <w:kern w:val="1"/>
          <w:lang w:eastAsia="ar-SA"/>
        </w:rPr>
        <w:t xml:space="preserve">į </w:t>
      </w:r>
      <w:r>
        <w:rPr>
          <w:rFonts w:eastAsia="Andale Sans UI"/>
          <w:kern w:val="1"/>
          <w:lang w:eastAsia="ar-SA"/>
        </w:rPr>
        <w:t>Simos Jablonskienės</w:t>
      </w:r>
      <w:r w:rsidRPr="00100164">
        <w:rPr>
          <w:rFonts w:eastAsia="Andale Sans UI"/>
          <w:kern w:val="1"/>
          <w:lang w:eastAsia="ar-SA"/>
        </w:rPr>
        <w:t xml:space="preserve"> 202</w:t>
      </w:r>
      <w:r>
        <w:rPr>
          <w:rFonts w:eastAsia="Andale Sans UI"/>
          <w:kern w:val="1"/>
          <w:lang w:eastAsia="ar-SA"/>
        </w:rPr>
        <w:t>5</w:t>
      </w:r>
      <w:r w:rsidRPr="00100164">
        <w:rPr>
          <w:rFonts w:eastAsia="Andale Sans UI"/>
          <w:kern w:val="1"/>
          <w:lang w:eastAsia="ar-SA"/>
        </w:rPr>
        <w:t xml:space="preserve"> m. </w:t>
      </w:r>
      <w:r w:rsidR="009A2F51">
        <w:rPr>
          <w:rFonts w:eastAsia="Andale Sans UI"/>
          <w:kern w:val="1"/>
          <w:lang w:eastAsia="ar-SA"/>
        </w:rPr>
        <w:t>vasario 11</w:t>
      </w:r>
      <w:r w:rsidRPr="00100164">
        <w:rPr>
          <w:rFonts w:eastAsia="Andale Sans UI"/>
          <w:kern w:val="1"/>
          <w:lang w:eastAsia="ar-SA"/>
        </w:rPr>
        <w:t xml:space="preserve"> d. prašymą</w:t>
      </w:r>
      <w:r w:rsidR="00CE2339">
        <w:rPr>
          <w:rFonts w:eastAsia="Andale Sans UI"/>
          <w:kern w:val="1"/>
          <w:lang w:eastAsia="ar-SA"/>
        </w:rPr>
        <w:t xml:space="preserve"> Nr. KADV1-4 „Dėl perkėlimo į kitas valstybės tarnautojo pareigas laimėjus konkursą“</w:t>
      </w:r>
      <w:r w:rsidRPr="00100164">
        <w:rPr>
          <w:rFonts w:eastAsia="Andale Sans UI"/>
          <w:kern w:val="1"/>
          <w:lang w:eastAsia="ar-SA"/>
        </w:rPr>
        <w:t xml:space="preserve">, </w:t>
      </w:r>
      <w:r w:rsidR="009A2F51">
        <w:rPr>
          <w:rFonts w:eastAsia="Andale Sans UI"/>
          <w:kern w:val="1"/>
          <w:lang w:eastAsia="ar-SA"/>
        </w:rPr>
        <w:t xml:space="preserve">Skuodo </w:t>
      </w:r>
      <w:r>
        <w:rPr>
          <w:rFonts w:eastAsia="Andale Sans UI"/>
          <w:kern w:val="1"/>
          <w:lang w:eastAsia="ar-SA"/>
        </w:rPr>
        <w:t xml:space="preserve">rajono savivaldybės taryba </w:t>
      </w:r>
      <w:r w:rsidR="00D812F4">
        <w:rPr>
          <w:rFonts w:eastAsia="Andale Sans UI"/>
          <w:kern w:val="1"/>
          <w:lang w:eastAsia="ar-SA"/>
        </w:rPr>
        <w:t xml:space="preserve"> </w:t>
      </w:r>
      <w:r w:rsidRPr="001A6EC0">
        <w:rPr>
          <w:rFonts w:eastAsia="Andale Sans UI"/>
          <w:spacing w:val="60"/>
          <w:kern w:val="24"/>
          <w:lang w:eastAsia="ar-SA"/>
        </w:rPr>
        <w:t>nusprendžia</w:t>
      </w:r>
      <w:r>
        <w:rPr>
          <w:rFonts w:eastAsia="Andale Sans UI"/>
          <w:kern w:val="1"/>
          <w:lang w:eastAsia="ar-SA"/>
        </w:rPr>
        <w:t>:</w:t>
      </w:r>
    </w:p>
    <w:p w14:paraId="048262C0" w14:textId="36A2F789" w:rsidR="009A2F51" w:rsidRPr="009A2F51" w:rsidRDefault="009A2F51" w:rsidP="009A2F51">
      <w:pPr>
        <w:ind w:firstLine="1298"/>
        <w:jc w:val="both"/>
        <w:rPr>
          <w:rFonts w:eastAsia="Andale Sans UI"/>
          <w:kern w:val="1"/>
          <w:lang w:eastAsia="ar-SA"/>
        </w:rPr>
      </w:pPr>
      <w:r>
        <w:rPr>
          <w:rFonts w:eastAsia="Andale Sans UI"/>
          <w:kern w:val="1"/>
          <w:lang w:eastAsia="ar-SA"/>
        </w:rPr>
        <w:t xml:space="preserve">1. Perkelti </w:t>
      </w:r>
      <w:r w:rsidRPr="009A2F51">
        <w:rPr>
          <w:rFonts w:eastAsia="Andale Sans UI"/>
          <w:kern w:val="1"/>
          <w:lang w:eastAsia="ar-SA"/>
        </w:rPr>
        <w:t xml:space="preserve">Skuodo rajono savivaldybės kontrolės ir audito tarnybos savivaldybės </w:t>
      </w:r>
      <w:r w:rsidR="00F21FAC">
        <w:rPr>
          <w:rFonts w:eastAsia="Andale Sans UI"/>
          <w:kern w:val="1"/>
          <w:lang w:eastAsia="ar-SA"/>
        </w:rPr>
        <w:t>vyriausiąją patarėją</w:t>
      </w:r>
      <w:r w:rsidRPr="009A2F51">
        <w:rPr>
          <w:rFonts w:eastAsia="Andale Sans UI"/>
          <w:kern w:val="1"/>
          <w:lang w:eastAsia="ar-SA"/>
        </w:rPr>
        <w:t xml:space="preserve"> </w:t>
      </w:r>
      <w:r>
        <w:rPr>
          <w:rFonts w:eastAsia="Andale Sans UI"/>
          <w:kern w:val="1"/>
          <w:lang w:eastAsia="ar-SA"/>
        </w:rPr>
        <w:t>Simą Jablonskienę</w:t>
      </w:r>
      <w:r w:rsidRPr="009A2F51">
        <w:rPr>
          <w:rFonts w:eastAsia="Andale Sans UI"/>
          <w:kern w:val="1"/>
          <w:lang w:eastAsia="ar-SA"/>
        </w:rPr>
        <w:t xml:space="preserve"> į valstybės tarnautojo, įstaigos vadovo – Skuodo rajono savivaldybės kontrolės ir audito tarnybos savivaldybės kontrolieriaus – pareigas </w:t>
      </w:r>
      <w:r>
        <w:rPr>
          <w:rFonts w:eastAsia="Andale Sans UI"/>
          <w:kern w:val="1"/>
          <w:lang w:eastAsia="ar-SA"/>
        </w:rPr>
        <w:t xml:space="preserve">pirmajai </w:t>
      </w:r>
      <w:r w:rsidRPr="009A2F51">
        <w:rPr>
          <w:rFonts w:eastAsia="Andale Sans UI"/>
          <w:kern w:val="1"/>
          <w:lang w:eastAsia="ar-SA"/>
        </w:rPr>
        <w:t>5 metų kadencijai</w:t>
      </w:r>
      <w:r w:rsidR="00CE2339">
        <w:rPr>
          <w:rFonts w:eastAsia="Andale Sans UI"/>
          <w:kern w:val="1"/>
          <w:lang w:eastAsia="ar-SA"/>
        </w:rPr>
        <w:t>, laimėjus konkursą,</w:t>
      </w:r>
      <w:r w:rsidRPr="009A2F51">
        <w:rPr>
          <w:rFonts w:eastAsia="Andale Sans UI"/>
          <w:kern w:val="1"/>
          <w:lang w:eastAsia="ar-SA"/>
        </w:rPr>
        <w:t xml:space="preserve"> nuo 202</w:t>
      </w:r>
      <w:r>
        <w:rPr>
          <w:rFonts w:eastAsia="Andale Sans UI"/>
          <w:kern w:val="1"/>
          <w:lang w:eastAsia="ar-SA"/>
        </w:rPr>
        <w:t>5</w:t>
      </w:r>
      <w:r w:rsidRPr="009A2F51">
        <w:rPr>
          <w:rFonts w:eastAsia="Andale Sans UI"/>
          <w:kern w:val="1"/>
          <w:lang w:eastAsia="ar-SA"/>
        </w:rPr>
        <w:t xml:space="preserve"> m. </w:t>
      </w:r>
      <w:r>
        <w:rPr>
          <w:rFonts w:eastAsia="Andale Sans UI"/>
          <w:kern w:val="1"/>
          <w:lang w:eastAsia="ar-SA"/>
        </w:rPr>
        <w:t>kovo</w:t>
      </w:r>
      <w:r w:rsidRPr="009A2F51">
        <w:rPr>
          <w:rFonts w:eastAsia="Andale Sans UI"/>
          <w:kern w:val="1"/>
          <w:lang w:eastAsia="ar-SA"/>
        </w:rPr>
        <w:t xml:space="preserve"> 1 d.</w:t>
      </w:r>
    </w:p>
    <w:p w14:paraId="71165E64" w14:textId="779EA69A" w:rsidR="004D32B0" w:rsidRDefault="009A2F51" w:rsidP="009A2F51">
      <w:pPr>
        <w:ind w:firstLine="1298"/>
        <w:jc w:val="both"/>
        <w:rPr>
          <w:rFonts w:eastAsia="Andale Sans UI"/>
          <w:kern w:val="1"/>
          <w:lang w:eastAsia="ar-SA"/>
        </w:rPr>
      </w:pPr>
      <w:r>
        <w:rPr>
          <w:rFonts w:eastAsia="Andale Sans UI"/>
          <w:kern w:val="1"/>
          <w:lang w:eastAsia="ar-SA"/>
        </w:rPr>
        <w:t xml:space="preserve">2. Nustatyti </w:t>
      </w:r>
      <w:r w:rsidR="00B242BF">
        <w:rPr>
          <w:rFonts w:eastAsia="Andale Sans UI"/>
          <w:kern w:val="1"/>
          <w:lang w:eastAsia="ar-SA"/>
        </w:rPr>
        <w:t xml:space="preserve">Skuodo rajono savivaldybės </w:t>
      </w:r>
      <w:r w:rsidR="003F481B">
        <w:rPr>
          <w:rFonts w:eastAsia="Andale Sans UI"/>
          <w:kern w:val="1"/>
          <w:lang w:eastAsia="ar-SA"/>
        </w:rPr>
        <w:t>k</w:t>
      </w:r>
      <w:r w:rsidR="00B242BF">
        <w:rPr>
          <w:rFonts w:eastAsia="Andale Sans UI"/>
          <w:kern w:val="1"/>
          <w:lang w:eastAsia="ar-SA"/>
        </w:rPr>
        <w:t xml:space="preserve">ontrolės ir audito tarnybos savivaldybės kontrolierei </w:t>
      </w:r>
      <w:r w:rsidR="00CE2339">
        <w:rPr>
          <w:rFonts w:eastAsia="Andale Sans UI"/>
          <w:kern w:val="1"/>
          <w:lang w:eastAsia="ar-SA"/>
        </w:rPr>
        <w:t>Simai Jablonskienei</w:t>
      </w:r>
      <w:r w:rsidR="004D32B0">
        <w:rPr>
          <w:rFonts w:eastAsia="Andale Sans UI"/>
          <w:kern w:val="1"/>
          <w:lang w:eastAsia="ar-SA"/>
        </w:rPr>
        <w:t>:</w:t>
      </w:r>
    </w:p>
    <w:p w14:paraId="37BFAE18" w14:textId="6B147D54" w:rsidR="009A2F51" w:rsidRDefault="004D32B0" w:rsidP="009A2F51">
      <w:pPr>
        <w:ind w:firstLine="1298"/>
        <w:jc w:val="both"/>
        <w:rPr>
          <w:rFonts w:eastAsia="Andale Sans UI"/>
          <w:kern w:val="1"/>
          <w:lang w:eastAsia="ar-SA"/>
        </w:rPr>
      </w:pPr>
      <w:r>
        <w:rPr>
          <w:rFonts w:eastAsia="Andale Sans UI"/>
          <w:kern w:val="1"/>
          <w:lang w:eastAsia="ar-SA"/>
        </w:rPr>
        <w:t>2.1.</w:t>
      </w:r>
      <w:r w:rsidR="009A2F51">
        <w:rPr>
          <w:rFonts w:eastAsia="Andale Sans UI"/>
          <w:kern w:val="1"/>
          <w:lang w:eastAsia="ar-SA"/>
        </w:rPr>
        <w:t xml:space="preserve"> pareiginės algos koeficientą – 2,0</w:t>
      </w:r>
      <w:r>
        <w:rPr>
          <w:rFonts w:eastAsia="Andale Sans UI"/>
          <w:kern w:val="1"/>
          <w:lang w:eastAsia="ar-SA"/>
        </w:rPr>
        <w:t>;</w:t>
      </w:r>
    </w:p>
    <w:p w14:paraId="35259274" w14:textId="79455050" w:rsidR="004D32B0" w:rsidRDefault="004D32B0" w:rsidP="009A2F51">
      <w:pPr>
        <w:ind w:firstLine="1298"/>
        <w:jc w:val="both"/>
        <w:rPr>
          <w:rFonts w:eastAsia="Andale Sans UI"/>
          <w:kern w:val="1"/>
          <w:lang w:eastAsia="ar-SA"/>
        </w:rPr>
      </w:pPr>
      <w:r>
        <w:rPr>
          <w:rFonts w:eastAsia="Andale Sans UI"/>
          <w:kern w:val="1"/>
          <w:lang w:eastAsia="ar-SA"/>
        </w:rPr>
        <w:t>2.2. stažą Lietuvos valstybei 2025 m. kovo 1 d. – 11 m. 10 mėn. 26 d.</w:t>
      </w:r>
    </w:p>
    <w:p w14:paraId="4F869A2C" w14:textId="61F87FCB" w:rsidR="009A2F51" w:rsidRPr="00391C1B" w:rsidRDefault="009A2F51" w:rsidP="009A2F51">
      <w:pPr>
        <w:ind w:firstLine="1298"/>
        <w:jc w:val="both"/>
        <w:rPr>
          <w:rFonts w:eastAsia="Andale Sans UI"/>
          <w:kern w:val="1"/>
          <w:lang w:eastAsia="ar-SA"/>
        </w:rPr>
      </w:pPr>
      <w:r w:rsidRPr="00391C1B">
        <w:rPr>
          <w:rFonts w:eastAsia="Andale Sans UI"/>
          <w:kern w:val="1"/>
          <w:lang w:eastAsia="ar-SA"/>
        </w:rPr>
        <w:t xml:space="preserve">3. Įpareigoti </w:t>
      </w:r>
      <w:r w:rsidR="00654DA5">
        <w:rPr>
          <w:rFonts w:eastAsia="Andale Sans UI"/>
          <w:kern w:val="1"/>
          <w:lang w:eastAsia="ar-SA"/>
        </w:rPr>
        <w:t xml:space="preserve">Skuodo rajono </w:t>
      </w:r>
      <w:r w:rsidR="003F481B">
        <w:rPr>
          <w:rFonts w:eastAsia="Andale Sans UI"/>
          <w:kern w:val="1"/>
          <w:lang w:eastAsia="ar-SA"/>
        </w:rPr>
        <w:t xml:space="preserve">savivaldybės </w:t>
      </w:r>
      <w:r w:rsidR="00654DA5">
        <w:rPr>
          <w:rFonts w:eastAsia="Andale Sans UI"/>
          <w:kern w:val="1"/>
          <w:lang w:eastAsia="ar-SA"/>
        </w:rPr>
        <w:t xml:space="preserve">kontrolės ir audito tarnybos savivaldybės kontrolierę </w:t>
      </w:r>
      <w:r w:rsidR="00CE2339">
        <w:rPr>
          <w:rFonts w:eastAsia="Andale Sans UI"/>
          <w:kern w:val="1"/>
          <w:lang w:eastAsia="ar-SA"/>
        </w:rPr>
        <w:t>Simą Jablonskienę</w:t>
      </w:r>
      <w:r w:rsidRPr="00391C1B">
        <w:rPr>
          <w:rFonts w:eastAsia="Andale Sans UI"/>
          <w:kern w:val="1"/>
          <w:lang w:eastAsia="ar-SA"/>
        </w:rPr>
        <w:t xml:space="preserve"> teisės aktų nustatyta tvarka ir terminais </w:t>
      </w:r>
      <w:r w:rsidR="00654DA5" w:rsidRPr="00391C1B">
        <w:rPr>
          <w:rFonts w:eastAsia="Andale Sans UI"/>
          <w:kern w:val="1"/>
          <w:lang w:eastAsia="ar-SA"/>
        </w:rPr>
        <w:t xml:space="preserve">apie įstaigos vadovo pasikeitimą </w:t>
      </w:r>
      <w:r w:rsidRPr="00391C1B">
        <w:rPr>
          <w:rFonts w:eastAsia="Andale Sans UI"/>
          <w:kern w:val="1"/>
          <w:lang w:eastAsia="ar-SA"/>
        </w:rPr>
        <w:t>praneš</w:t>
      </w:r>
      <w:r w:rsidR="00982E34">
        <w:rPr>
          <w:rFonts w:eastAsia="Andale Sans UI"/>
          <w:kern w:val="1"/>
          <w:lang w:eastAsia="ar-SA"/>
        </w:rPr>
        <w:t>t</w:t>
      </w:r>
      <w:r w:rsidRPr="00391C1B">
        <w:rPr>
          <w:rFonts w:eastAsia="Andale Sans UI"/>
          <w:kern w:val="1"/>
          <w:lang w:eastAsia="ar-SA"/>
        </w:rPr>
        <w:t>i Juridinių asmenų registr</w:t>
      </w:r>
      <w:r w:rsidR="00654DA5">
        <w:rPr>
          <w:rFonts w:eastAsia="Andale Sans UI"/>
          <w:kern w:val="1"/>
          <w:lang w:eastAsia="ar-SA"/>
        </w:rPr>
        <w:t>o tvarkytojui.</w:t>
      </w:r>
    </w:p>
    <w:p w14:paraId="647C21CF" w14:textId="71B98BB4" w:rsidR="004734AE" w:rsidRDefault="00AC79FB" w:rsidP="009A2F51">
      <w:pPr>
        <w:ind w:firstLine="1298"/>
        <w:jc w:val="both"/>
        <w:rPr>
          <w:color w:val="000000"/>
        </w:rPr>
      </w:pPr>
      <w:r>
        <w:rPr>
          <w:color w:val="000000"/>
        </w:rPr>
        <w:t>4</w:t>
      </w:r>
      <w:r w:rsidR="004734AE" w:rsidRPr="00082D4E">
        <w:rPr>
          <w:color w:val="000000"/>
        </w:rPr>
        <w:t>. Nurodyti, kad šis sprendimas gali būti skundžiamas Lietuvos Respublikos administracinių bylų teisenos įstatymo nustatyta tvarka Lietuvos administracinių ginčų komisijos Klaipėdos apygardos skyriui (J. Janonio g. 24, Klaipėda) arba</w:t>
      </w:r>
      <w:r w:rsidR="004734AE">
        <w:rPr>
          <w:color w:val="000000"/>
        </w:rPr>
        <w:t xml:space="preserve"> Regionų apygardos administracinio teismo Klaipėdos rūmams (Galinio Pylimo g. 9, Klaipėda) per vieną mėnesį nuo šio teisės akto paskelbimo arba įteikimo suinteresuotam asmeniui dienos.</w:t>
      </w:r>
    </w:p>
    <w:p w14:paraId="3C921318" w14:textId="77777777" w:rsidR="00D52EBA" w:rsidRDefault="00D52EBA" w:rsidP="00D52EBA">
      <w:pPr>
        <w:jc w:val="both"/>
      </w:pPr>
    </w:p>
    <w:p w14:paraId="1E8ED0B4" w14:textId="77777777" w:rsidR="004734AE" w:rsidRDefault="004734AE" w:rsidP="00D52EBA">
      <w:pPr>
        <w:jc w:val="both"/>
      </w:pPr>
    </w:p>
    <w:p w14:paraId="7B469181" w14:textId="77777777" w:rsidR="004734AE" w:rsidRDefault="004734AE" w:rsidP="00D52EBA">
      <w:pPr>
        <w:jc w:val="both"/>
      </w:pPr>
    </w:p>
    <w:p w14:paraId="5226CD76" w14:textId="175901C1" w:rsidR="0038124B" w:rsidRDefault="00ED5E4E" w:rsidP="0038124B">
      <w:pPr>
        <w:tabs>
          <w:tab w:val="right" w:pos="9638"/>
        </w:tabs>
        <w:ind w:right="-105"/>
      </w:pPr>
      <w:r>
        <w:t>Savivaldybės meras</w:t>
      </w:r>
    </w:p>
    <w:p w14:paraId="73216001" w14:textId="77777777" w:rsidR="0038124B" w:rsidRDefault="0038124B" w:rsidP="0038124B">
      <w:pPr>
        <w:tabs>
          <w:tab w:val="right" w:pos="9638"/>
        </w:tabs>
        <w:ind w:right="-105"/>
      </w:pPr>
    </w:p>
    <w:p w14:paraId="098B127B" w14:textId="77777777" w:rsidR="0038124B" w:rsidRDefault="0038124B" w:rsidP="0038124B">
      <w:pPr>
        <w:tabs>
          <w:tab w:val="right" w:pos="9638"/>
        </w:tabs>
        <w:ind w:right="-105"/>
      </w:pPr>
    </w:p>
    <w:p w14:paraId="40FFC004" w14:textId="77777777" w:rsidR="0038124B" w:rsidRDefault="0038124B" w:rsidP="0038124B">
      <w:pPr>
        <w:tabs>
          <w:tab w:val="right" w:pos="9638"/>
        </w:tabs>
        <w:ind w:right="-105"/>
      </w:pPr>
    </w:p>
    <w:p w14:paraId="4F21EF89" w14:textId="77777777" w:rsidR="001A2BE8" w:rsidRDefault="001A2BE8" w:rsidP="0038124B">
      <w:pPr>
        <w:tabs>
          <w:tab w:val="right" w:pos="9638"/>
        </w:tabs>
        <w:ind w:right="-105"/>
      </w:pPr>
    </w:p>
    <w:p w14:paraId="750ABBCE" w14:textId="77777777" w:rsidR="001A2BE8" w:rsidRDefault="001A2BE8" w:rsidP="0038124B">
      <w:pPr>
        <w:tabs>
          <w:tab w:val="right" w:pos="9638"/>
        </w:tabs>
        <w:ind w:right="-105"/>
      </w:pPr>
    </w:p>
    <w:p w14:paraId="2247AFA7" w14:textId="77777777" w:rsidR="0038124B" w:rsidRDefault="0038124B" w:rsidP="0038124B">
      <w:pPr>
        <w:tabs>
          <w:tab w:val="right" w:pos="9638"/>
        </w:tabs>
        <w:ind w:right="-105"/>
      </w:pPr>
    </w:p>
    <w:p w14:paraId="7B007D8A" w14:textId="77777777" w:rsidR="0038124B" w:rsidRDefault="0038124B" w:rsidP="0038124B">
      <w:pPr>
        <w:tabs>
          <w:tab w:val="right" w:pos="9638"/>
        </w:tabs>
        <w:ind w:right="-105"/>
      </w:pPr>
    </w:p>
    <w:p w14:paraId="55FA1B33" w14:textId="34ED9065" w:rsidR="0038124B" w:rsidRPr="006C796C" w:rsidRDefault="0038124B" w:rsidP="0038124B">
      <w:pPr>
        <w:tabs>
          <w:tab w:val="right" w:pos="9638"/>
        </w:tabs>
        <w:ind w:right="-105"/>
        <w:rPr>
          <w:b/>
          <w:bCs/>
        </w:rPr>
      </w:pPr>
      <w:r>
        <w:t>Živilė Sendrauskienė, tel. (</w:t>
      </w:r>
      <w:r w:rsidR="008712C9">
        <w:t>0</w:t>
      </w:r>
      <w:r>
        <w:t> 440)</w:t>
      </w:r>
      <w:r w:rsidR="003F481B">
        <w:t xml:space="preserve"> </w:t>
      </w:r>
      <w:r>
        <w:t xml:space="preserve"> 45</w:t>
      </w:r>
      <w:r w:rsidR="003F481B">
        <w:t xml:space="preserve"> </w:t>
      </w:r>
      <w:r>
        <w:t>866</w:t>
      </w:r>
      <w:r w:rsidR="003F481B" w:rsidDel="003F481B">
        <w:t xml:space="preserve"> </w:t>
      </w:r>
    </w:p>
    <w:p w14:paraId="1278EBE5" w14:textId="23B33FF6" w:rsidR="00F64E44" w:rsidRPr="00D52EBA" w:rsidRDefault="00F64E44" w:rsidP="003953C1">
      <w:pPr>
        <w:rPr>
          <w:lang w:eastAsia="de-DE"/>
        </w:rPr>
      </w:pPr>
    </w:p>
    <w:sectPr w:rsidR="00F64E44" w:rsidRPr="00D52EBA" w:rsidSect="00EF2ECC">
      <w:headerReference w:type="first" r:id="rId8"/>
      <w:pgSz w:w="11907" w:h="16840" w:code="9"/>
      <w:pgMar w:top="1134" w:right="567" w:bottom="709" w:left="1701" w:header="567" w:footer="0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2A4531" w14:textId="77777777" w:rsidR="00F36D72" w:rsidRDefault="00F36D72">
      <w:r>
        <w:separator/>
      </w:r>
    </w:p>
  </w:endnote>
  <w:endnote w:type="continuationSeparator" w:id="0">
    <w:p w14:paraId="17EE8CC7" w14:textId="77777777" w:rsidR="00F36D72" w:rsidRDefault="00F36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Calibri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77723" w14:textId="77777777" w:rsidR="00F36D72" w:rsidRDefault="00F36D72">
      <w:r>
        <w:separator/>
      </w:r>
    </w:p>
  </w:footnote>
  <w:footnote w:type="continuationSeparator" w:id="0">
    <w:p w14:paraId="2D0CEE4D" w14:textId="77777777" w:rsidR="00F36D72" w:rsidRDefault="00F36D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8C798" w14:textId="77777777" w:rsidR="007203A1" w:rsidRPr="00C75475" w:rsidRDefault="007203A1" w:rsidP="00C75475">
    <w:pPr>
      <w:pStyle w:val="Antrats"/>
      <w:jc w:val="right"/>
      <w:rPr>
        <w:b/>
        <w:bCs/>
        <w:i/>
        <w:iCs/>
      </w:rPr>
    </w:pPr>
    <w:r w:rsidRPr="00C75475">
      <w:rPr>
        <w:b/>
        <w:bCs/>
        <w:i/>
        <w:iCs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D14BC5"/>
    <w:multiLevelType w:val="hybridMultilevel"/>
    <w:tmpl w:val="024A424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197910"/>
    <w:multiLevelType w:val="hybridMultilevel"/>
    <w:tmpl w:val="4776F1E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312756209">
    <w:abstractNumId w:val="2"/>
  </w:num>
  <w:num w:numId="2" w16cid:durableId="274094626">
    <w:abstractNumId w:val="0"/>
  </w:num>
  <w:num w:numId="3" w16cid:durableId="3204994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9F9"/>
    <w:rsid w:val="00013D36"/>
    <w:rsid w:val="0001609C"/>
    <w:rsid w:val="00052884"/>
    <w:rsid w:val="000637E0"/>
    <w:rsid w:val="000773DB"/>
    <w:rsid w:val="00082D4E"/>
    <w:rsid w:val="0009296A"/>
    <w:rsid w:val="000A7236"/>
    <w:rsid w:val="000B34E8"/>
    <w:rsid w:val="000B3D9B"/>
    <w:rsid w:val="000C7816"/>
    <w:rsid w:val="000E0AE7"/>
    <w:rsid w:val="000F6EB6"/>
    <w:rsid w:val="0010796F"/>
    <w:rsid w:val="00163EAD"/>
    <w:rsid w:val="00174820"/>
    <w:rsid w:val="00174CEB"/>
    <w:rsid w:val="001A2BE8"/>
    <w:rsid w:val="001A43F3"/>
    <w:rsid w:val="001B3758"/>
    <w:rsid w:val="001C136F"/>
    <w:rsid w:val="001C1C25"/>
    <w:rsid w:val="001E24FF"/>
    <w:rsid w:val="001F0667"/>
    <w:rsid w:val="00200B4B"/>
    <w:rsid w:val="0021612A"/>
    <w:rsid w:val="00224A3F"/>
    <w:rsid w:val="0023580F"/>
    <w:rsid w:val="00245806"/>
    <w:rsid w:val="00260F93"/>
    <w:rsid w:val="00276245"/>
    <w:rsid w:val="0028022E"/>
    <w:rsid w:val="00292F69"/>
    <w:rsid w:val="002A1245"/>
    <w:rsid w:val="002A5504"/>
    <w:rsid w:val="002A563F"/>
    <w:rsid w:val="002C0AAA"/>
    <w:rsid w:val="002E2983"/>
    <w:rsid w:val="003148C0"/>
    <w:rsid w:val="0034357B"/>
    <w:rsid w:val="0036650E"/>
    <w:rsid w:val="0037255C"/>
    <w:rsid w:val="003760C3"/>
    <w:rsid w:val="0038124B"/>
    <w:rsid w:val="00387274"/>
    <w:rsid w:val="003953C1"/>
    <w:rsid w:val="003B142E"/>
    <w:rsid w:val="003C4D14"/>
    <w:rsid w:val="003C6F59"/>
    <w:rsid w:val="003E29DE"/>
    <w:rsid w:val="003E74B4"/>
    <w:rsid w:val="003F481B"/>
    <w:rsid w:val="0041729C"/>
    <w:rsid w:val="004345AA"/>
    <w:rsid w:val="00435F45"/>
    <w:rsid w:val="00462963"/>
    <w:rsid w:val="004734AE"/>
    <w:rsid w:val="0048753C"/>
    <w:rsid w:val="004944CE"/>
    <w:rsid w:val="004B5B45"/>
    <w:rsid w:val="004B74A6"/>
    <w:rsid w:val="004C3E6E"/>
    <w:rsid w:val="004D32B0"/>
    <w:rsid w:val="004D7479"/>
    <w:rsid w:val="004F31BD"/>
    <w:rsid w:val="005045C3"/>
    <w:rsid w:val="00527D4C"/>
    <w:rsid w:val="00534B7C"/>
    <w:rsid w:val="00535C73"/>
    <w:rsid w:val="00556E49"/>
    <w:rsid w:val="00590B9C"/>
    <w:rsid w:val="00590C5A"/>
    <w:rsid w:val="005A1C80"/>
    <w:rsid w:val="005B073A"/>
    <w:rsid w:val="005B1246"/>
    <w:rsid w:val="005B5874"/>
    <w:rsid w:val="005C2167"/>
    <w:rsid w:val="005C5FE0"/>
    <w:rsid w:val="005D13BB"/>
    <w:rsid w:val="005F5254"/>
    <w:rsid w:val="005F52A0"/>
    <w:rsid w:val="00600088"/>
    <w:rsid w:val="00654DA5"/>
    <w:rsid w:val="006A2253"/>
    <w:rsid w:val="006A3141"/>
    <w:rsid w:val="006C796C"/>
    <w:rsid w:val="006D30FD"/>
    <w:rsid w:val="006E1744"/>
    <w:rsid w:val="006F7ED4"/>
    <w:rsid w:val="007203A1"/>
    <w:rsid w:val="0073055F"/>
    <w:rsid w:val="007425E9"/>
    <w:rsid w:val="00747B49"/>
    <w:rsid w:val="00772812"/>
    <w:rsid w:val="007A3A30"/>
    <w:rsid w:val="00812FB9"/>
    <w:rsid w:val="0082108F"/>
    <w:rsid w:val="00831843"/>
    <w:rsid w:val="00853020"/>
    <w:rsid w:val="0086615D"/>
    <w:rsid w:val="008712C9"/>
    <w:rsid w:val="008759D9"/>
    <w:rsid w:val="00885C45"/>
    <w:rsid w:val="00897A78"/>
    <w:rsid w:val="008C1465"/>
    <w:rsid w:val="008E4EDD"/>
    <w:rsid w:val="00921395"/>
    <w:rsid w:val="00934036"/>
    <w:rsid w:val="00957204"/>
    <w:rsid w:val="009654B9"/>
    <w:rsid w:val="00982E34"/>
    <w:rsid w:val="00997A0F"/>
    <w:rsid w:val="009A2F51"/>
    <w:rsid w:val="009A330F"/>
    <w:rsid w:val="009D39F9"/>
    <w:rsid w:val="009E13F7"/>
    <w:rsid w:val="009F1855"/>
    <w:rsid w:val="00A07DB6"/>
    <w:rsid w:val="00A215E9"/>
    <w:rsid w:val="00A23FBF"/>
    <w:rsid w:val="00A3138B"/>
    <w:rsid w:val="00A3580A"/>
    <w:rsid w:val="00A37FBE"/>
    <w:rsid w:val="00A519B4"/>
    <w:rsid w:val="00A52F9C"/>
    <w:rsid w:val="00A71B44"/>
    <w:rsid w:val="00A802D6"/>
    <w:rsid w:val="00A90FF4"/>
    <w:rsid w:val="00A94787"/>
    <w:rsid w:val="00AA234B"/>
    <w:rsid w:val="00AA5CEE"/>
    <w:rsid w:val="00AC79FB"/>
    <w:rsid w:val="00AD520F"/>
    <w:rsid w:val="00AF4D53"/>
    <w:rsid w:val="00B242BF"/>
    <w:rsid w:val="00B25505"/>
    <w:rsid w:val="00B27ED5"/>
    <w:rsid w:val="00B315B5"/>
    <w:rsid w:val="00B440BA"/>
    <w:rsid w:val="00B534D1"/>
    <w:rsid w:val="00B62FC1"/>
    <w:rsid w:val="00B86C08"/>
    <w:rsid w:val="00C10E41"/>
    <w:rsid w:val="00C326B8"/>
    <w:rsid w:val="00C73353"/>
    <w:rsid w:val="00C75475"/>
    <w:rsid w:val="00C760C8"/>
    <w:rsid w:val="00CB62C2"/>
    <w:rsid w:val="00CE2339"/>
    <w:rsid w:val="00CE629B"/>
    <w:rsid w:val="00CF6370"/>
    <w:rsid w:val="00D0740E"/>
    <w:rsid w:val="00D21367"/>
    <w:rsid w:val="00D355ED"/>
    <w:rsid w:val="00D52EBA"/>
    <w:rsid w:val="00D72B68"/>
    <w:rsid w:val="00D73C18"/>
    <w:rsid w:val="00D812F4"/>
    <w:rsid w:val="00DA3788"/>
    <w:rsid w:val="00DB6CA2"/>
    <w:rsid w:val="00DC1D72"/>
    <w:rsid w:val="00E00CE4"/>
    <w:rsid w:val="00E221B1"/>
    <w:rsid w:val="00E34E70"/>
    <w:rsid w:val="00E4533A"/>
    <w:rsid w:val="00E51D62"/>
    <w:rsid w:val="00E84FCA"/>
    <w:rsid w:val="00E91227"/>
    <w:rsid w:val="00EC2496"/>
    <w:rsid w:val="00EC7858"/>
    <w:rsid w:val="00ED24D2"/>
    <w:rsid w:val="00ED5E4E"/>
    <w:rsid w:val="00EF2ECC"/>
    <w:rsid w:val="00F02A82"/>
    <w:rsid w:val="00F21FAC"/>
    <w:rsid w:val="00F36D72"/>
    <w:rsid w:val="00F501D1"/>
    <w:rsid w:val="00F57D84"/>
    <w:rsid w:val="00F64E44"/>
    <w:rsid w:val="00F743B9"/>
    <w:rsid w:val="00F77504"/>
    <w:rsid w:val="00F91EED"/>
    <w:rsid w:val="00FA1634"/>
    <w:rsid w:val="00FA5628"/>
    <w:rsid w:val="00FB5C3E"/>
    <w:rsid w:val="00FD2AD6"/>
    <w:rsid w:val="00FD66E5"/>
    <w:rsid w:val="00FE1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C5129"/>
  <w15:docId w15:val="{59C59A5C-3683-444A-8538-542EEBE13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712A3"/>
    <w:rPr>
      <w:rFonts w:ascii="Times New Roman" w:eastAsia="Times New Roman" w:hAnsi="Times New Roman" w:cs="Times New Roman"/>
      <w:color w:val="00000A"/>
      <w:sz w:val="24"/>
      <w:szCs w:val="24"/>
      <w:lang w:eastAsia="en-US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="Calibri Light" w:eastAsia="Calibri Light" w:hAnsi="Calibri Light" w:cs="Calibri Light"/>
      <w:color w:val="2E74B5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/>
      <w:sz w:val="20"/>
    </w:rPr>
  </w:style>
  <w:style w:type="character" w:customStyle="1" w:styleId="Antrat5Diagrama">
    <w:name w:val="Antraštė 5 Diagrama"/>
    <w:link w:val="Antrat5"/>
    <w:uiPriority w:val="9"/>
    <w:semiHidden/>
    <w:qFormat/>
    <w:rsid w:val="005C1C7A"/>
    <w:rPr>
      <w:rFonts w:ascii="Calibri Light" w:eastAsia="Calibri Light" w:hAnsi="Calibri Light" w:cs="Calibri Light"/>
      <w:color w:val="2E74B5"/>
    </w:rPr>
  </w:style>
  <w:style w:type="character" w:customStyle="1" w:styleId="AntratsDiagrama">
    <w:name w:val="Antraštės Diagrama"/>
    <w:link w:val="Antrats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link w:val="Porat"/>
    <w:uiPriority w:val="99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="Calibri" w:eastAsia="Calibri" w:hAnsi="Calibri" w:cs="Calibr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="Calibri" w:eastAsia="Calibri" w:hAnsi="Calibri" w:cs="Calibr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/>
      <w:sz w:val="20"/>
    </w:rPr>
  </w:style>
  <w:style w:type="paragraph" w:styleId="Antrats">
    <w:name w:val="header"/>
    <w:basedOn w:val="prastasis"/>
    <w:link w:val="AntratsDiagrama"/>
    <w:unhideWhenUsed/>
    <w:rsid w:val="004712A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4712A3"/>
    <w:pPr>
      <w:tabs>
        <w:tab w:val="center" w:pos="4819"/>
        <w:tab w:val="right" w:pos="9638"/>
      </w:tabs>
    </w:pPr>
  </w:style>
  <w:style w:type="paragraph" w:styleId="HTMLiankstoformatuotas">
    <w:name w:val="HTML Preformatted"/>
    <w:basedOn w:val="prastasis"/>
    <w:link w:val="HTMLiankstoformatuotasDiagrama"/>
    <w:rsid w:val="004172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auto"/>
      <w:sz w:val="20"/>
      <w:szCs w:val="20"/>
      <w:lang w:eastAsia="lt-LT"/>
    </w:rPr>
  </w:style>
  <w:style w:type="character" w:customStyle="1" w:styleId="HTMLiankstoformatuotasDiagrama">
    <w:name w:val="HTML iš anksto formatuotas Diagrama"/>
    <w:link w:val="HTMLiankstoformatuotas"/>
    <w:rsid w:val="0041729C"/>
    <w:rPr>
      <w:rFonts w:ascii="Courier New" w:eastAsia="Times New Roman" w:hAnsi="Courier New" w:cs="Times New Roman"/>
      <w:szCs w:val="20"/>
      <w:lang w:eastAsia="lt-LT"/>
    </w:rPr>
  </w:style>
  <w:style w:type="character" w:styleId="Hipersaitas">
    <w:name w:val="Hyperlink"/>
    <w:rsid w:val="0041729C"/>
    <w:rPr>
      <w:rFonts w:ascii="Arial" w:hAnsi="Arial" w:cs="Arial" w:hint="default"/>
      <w:b/>
      <w:bCs/>
      <w:color w:val="1963D6"/>
      <w:sz w:val="18"/>
      <w:szCs w:val="18"/>
      <w:u w:val="single"/>
    </w:rPr>
  </w:style>
  <w:style w:type="paragraph" w:styleId="Sraopastraipa">
    <w:name w:val="List Paragraph"/>
    <w:basedOn w:val="prastasis"/>
    <w:uiPriority w:val="34"/>
    <w:qFormat/>
    <w:rsid w:val="00FD66E5"/>
    <w:pPr>
      <w:ind w:left="720"/>
      <w:contextualSpacing/>
    </w:pPr>
    <w:rPr>
      <w:color w:val="auto"/>
      <w:szCs w:val="20"/>
      <w:lang w:val="en-US"/>
    </w:rPr>
  </w:style>
  <w:style w:type="paragraph" w:styleId="Pataisymai">
    <w:name w:val="Revision"/>
    <w:hidden/>
    <w:uiPriority w:val="99"/>
    <w:semiHidden/>
    <w:rsid w:val="0073055F"/>
    <w:rPr>
      <w:rFonts w:ascii="Times New Roman" w:eastAsia="Times New Roman" w:hAnsi="Times New Roman" w:cs="Times New Roman"/>
      <w:color w:val="00000A"/>
      <w:sz w:val="24"/>
      <w:szCs w:val="24"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B3758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uiPriority w:val="99"/>
    <w:semiHidden/>
    <w:rsid w:val="001B3758"/>
    <w:rPr>
      <w:rFonts w:ascii="Segoe UI" w:eastAsia="Times New Roman" w:hAnsi="Segoe UI" w:cs="Segoe UI"/>
      <w:color w:val="00000A"/>
      <w:sz w:val="18"/>
      <w:szCs w:val="18"/>
    </w:rPr>
  </w:style>
  <w:style w:type="character" w:styleId="Grietas">
    <w:name w:val="Strong"/>
    <w:basedOn w:val="Numatytasispastraiposriftas"/>
    <w:uiPriority w:val="22"/>
    <w:qFormat/>
    <w:rsid w:val="004734AE"/>
    <w:rPr>
      <w:b/>
      <w:bCs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6C79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4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eglex\Tmp\7856dc4258c9457daca26927950bd6f5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AE373-2B4B-4F04-A231-1C8331CDE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7856dc4258c9457daca26927950bd6f5</Template>
  <TotalTime>2</TotalTime>
  <Pages>1</Pages>
  <Words>1666</Words>
  <Characters>950</Characters>
  <Application>Microsoft Office Word</Application>
  <DocSecurity>0</DocSecurity>
  <Lines>7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DĖL SKUODO RAJONO SAVIVALDYBĖS 2024 METŲ UŽIMTUMO DIDINIMO PROGRAMOS PATVIRTINIMO</vt:lpstr>
      <vt:lpstr/>
    </vt:vector>
  </TitlesOfParts>
  <Manager>2024-02-29</Manager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SKUODO RAJONO SAVIVALDYBĖS 2024 METŲ UŽIMTUMO DIDINIMO PROGRAMOS PATVIRTINIMO</dc:title>
  <dc:subject>T9-19</dc:subject>
  <dc:creator>SKUODO RAJONO SAVIVALDYBĖS TARYBA</dc:creator>
  <cp:lastModifiedBy>Sadauskienė, Dalia</cp:lastModifiedBy>
  <cp:revision>3</cp:revision>
  <cp:lastPrinted>2022-11-07T12:52:00Z</cp:lastPrinted>
  <dcterms:created xsi:type="dcterms:W3CDTF">2025-02-17T07:30:00Z</dcterms:created>
  <dcterms:modified xsi:type="dcterms:W3CDTF">2025-02-17T07:31:00Z</dcterms:modified>
  <cp:category>SPRENDIMAS</cp:category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